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42" w:rsidRPr="00D50BD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caps/>
          <w:kern w:val="36"/>
          <w:sz w:val="28"/>
          <w:szCs w:val="28"/>
        </w:rPr>
      </w:pPr>
      <w:r>
        <w:rPr>
          <w:rFonts w:ascii="Times New Roman" w:hAnsi="Times New Roman" w:cs="Times New Roman"/>
          <w:caps/>
          <w:kern w:val="36"/>
          <w:sz w:val="28"/>
          <w:szCs w:val="28"/>
        </w:rPr>
        <w:t xml:space="preserve">                         </w:t>
      </w:r>
      <w:r w:rsidRPr="00D50BD2">
        <w:rPr>
          <w:rFonts w:ascii="Times New Roman" w:hAnsi="Times New Roman" w:cs="Times New Roman"/>
          <w:caps/>
          <w:kern w:val="36"/>
          <w:sz w:val="28"/>
          <w:szCs w:val="28"/>
        </w:rPr>
        <w:t>«Утверждаю»</w:t>
      </w:r>
    </w:p>
    <w:p w:rsidR="00052042" w:rsidRPr="00D50BD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caps/>
          <w:kern w:val="36"/>
          <w:sz w:val="28"/>
          <w:szCs w:val="28"/>
        </w:rPr>
      </w:pPr>
      <w:r>
        <w:rPr>
          <w:rFonts w:ascii="Times New Roman" w:hAnsi="Times New Roman" w:cs="Times New Roman"/>
          <w:caps/>
          <w:kern w:val="36"/>
          <w:sz w:val="28"/>
          <w:szCs w:val="28"/>
        </w:rPr>
        <w:t xml:space="preserve">                                </w:t>
      </w:r>
      <w:r w:rsidRPr="00D50BD2">
        <w:rPr>
          <w:rFonts w:ascii="Times New Roman" w:hAnsi="Times New Roman" w:cs="Times New Roman"/>
          <w:caps/>
          <w:kern w:val="36"/>
          <w:sz w:val="28"/>
          <w:szCs w:val="28"/>
        </w:rPr>
        <w:t>Директор школы</w:t>
      </w:r>
    </w:p>
    <w:p w:rsidR="00052042" w:rsidRPr="00D50BD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caps/>
          <w:kern w:val="36"/>
          <w:sz w:val="28"/>
          <w:szCs w:val="28"/>
        </w:rPr>
      </w:pPr>
      <w:r>
        <w:rPr>
          <w:rFonts w:ascii="Times New Roman" w:hAnsi="Times New Roman" w:cs="Times New Roman"/>
          <w:caps/>
          <w:kern w:val="36"/>
          <w:sz w:val="28"/>
          <w:szCs w:val="28"/>
        </w:rPr>
        <w:t xml:space="preserve">                                                                  _______________</w:t>
      </w:r>
      <w:r w:rsidRPr="00D50BD2">
        <w:rPr>
          <w:rFonts w:ascii="Times New Roman" w:hAnsi="Times New Roman" w:cs="Times New Roman"/>
          <w:caps/>
          <w:kern w:val="36"/>
          <w:sz w:val="28"/>
          <w:szCs w:val="28"/>
        </w:rPr>
        <w:t xml:space="preserve"> И.А. Абросимова</w:t>
      </w:r>
    </w:p>
    <w:p w:rsidR="0005204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caps/>
          <w:kern w:val="36"/>
          <w:sz w:val="28"/>
          <w:szCs w:val="28"/>
        </w:rPr>
      </w:pPr>
      <w:r>
        <w:rPr>
          <w:rFonts w:ascii="Times New Roman" w:hAnsi="Times New Roman" w:cs="Times New Roman"/>
          <w:caps/>
          <w:kern w:val="36"/>
          <w:sz w:val="28"/>
          <w:szCs w:val="28"/>
        </w:rPr>
        <w:t xml:space="preserve">                                          </w:t>
      </w:r>
      <w:r w:rsidRPr="00D50BD2">
        <w:rPr>
          <w:rFonts w:ascii="Times New Roman" w:hAnsi="Times New Roman" w:cs="Times New Roman"/>
          <w:caps/>
          <w:kern w:val="36"/>
          <w:sz w:val="28"/>
          <w:szCs w:val="28"/>
        </w:rPr>
        <w:t>«_____» _________ 2011г.</w:t>
      </w:r>
      <w:r>
        <w:rPr>
          <w:rFonts w:ascii="Times New Roman" w:hAnsi="Times New Roman" w:cs="Times New Roman"/>
          <w:caps/>
          <w:kern w:val="36"/>
          <w:sz w:val="28"/>
          <w:szCs w:val="28"/>
        </w:rPr>
        <w:t xml:space="preserve">   </w:t>
      </w:r>
    </w:p>
    <w:p w:rsidR="00052042" w:rsidRPr="00D50BD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caps/>
          <w:kern w:val="36"/>
          <w:sz w:val="28"/>
          <w:szCs w:val="28"/>
        </w:rPr>
      </w:pPr>
      <w:r>
        <w:rPr>
          <w:rFonts w:ascii="Times New Roman" w:hAnsi="Times New Roman" w:cs="Times New Roman"/>
          <w:caps/>
          <w:kern w:val="36"/>
          <w:sz w:val="28"/>
          <w:szCs w:val="28"/>
        </w:rPr>
        <w:t xml:space="preserve">      </w:t>
      </w:r>
    </w:p>
    <w:p w:rsidR="00052042" w:rsidRPr="00197A56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kern w:val="36"/>
          <w:sz w:val="36"/>
          <w:szCs w:val="36"/>
        </w:rPr>
      </w:pPr>
      <w:r w:rsidRPr="00197A56">
        <w:rPr>
          <w:rFonts w:ascii="Times New Roman" w:hAnsi="Times New Roman" w:cs="Times New Roman"/>
          <w:b/>
          <w:bCs/>
          <w:caps/>
          <w:kern w:val="36"/>
          <w:sz w:val="36"/>
          <w:szCs w:val="36"/>
        </w:rPr>
        <w:t>МОУ Игнатовская средняя общеобразовательная школа</w:t>
      </w:r>
    </w:p>
    <w:p w:rsidR="0005204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kern w:val="36"/>
          <w:sz w:val="40"/>
          <w:szCs w:val="40"/>
        </w:rPr>
      </w:pPr>
    </w:p>
    <w:p w:rsidR="00052042" w:rsidRDefault="00052042" w:rsidP="00E379D4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caps/>
          <w:kern w:val="36"/>
          <w:sz w:val="40"/>
          <w:szCs w:val="40"/>
        </w:rPr>
      </w:pPr>
    </w:p>
    <w:p w:rsidR="00052042" w:rsidRDefault="00052042" w:rsidP="00E379D4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caps/>
          <w:kern w:val="36"/>
          <w:sz w:val="40"/>
          <w:szCs w:val="40"/>
        </w:rPr>
      </w:pPr>
    </w:p>
    <w:p w:rsidR="00052042" w:rsidRDefault="00052042" w:rsidP="00D50BD2">
      <w:pPr>
        <w:spacing w:before="100" w:beforeAutospacing="1" w:after="100" w:afterAutospacing="1" w:line="36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72"/>
          <w:szCs w:val="72"/>
        </w:rPr>
      </w:pPr>
      <w:r w:rsidRPr="00235DC5">
        <w:rPr>
          <w:rFonts w:ascii="Georgia" w:hAnsi="Georgia" w:cs="Georgia"/>
          <w:b/>
          <w:bCs/>
          <w:i/>
          <w:iCs/>
          <w:color w:val="0000CD"/>
          <w:kern w:val="36"/>
          <w:sz w:val="72"/>
          <w:szCs w:val="72"/>
        </w:rPr>
        <w:t>Воспитательная работ</w:t>
      </w:r>
      <w:r>
        <w:rPr>
          <w:rFonts w:ascii="Georgia" w:hAnsi="Georgia" w:cs="Georgia"/>
          <w:b/>
          <w:bCs/>
          <w:i/>
          <w:iCs/>
          <w:color w:val="0000CD"/>
          <w:kern w:val="36"/>
          <w:sz w:val="72"/>
          <w:szCs w:val="72"/>
        </w:rPr>
        <w:t>а школы</w:t>
      </w:r>
    </w:p>
    <w:p w:rsidR="00052042" w:rsidRDefault="00052042" w:rsidP="00D50BD2">
      <w:pPr>
        <w:spacing w:before="100" w:beforeAutospacing="1" w:after="100" w:afterAutospacing="1" w:line="36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72"/>
          <w:szCs w:val="72"/>
        </w:rPr>
      </w:pPr>
      <w:r>
        <w:rPr>
          <w:rFonts w:ascii="Georgia" w:hAnsi="Georgia" w:cs="Georgia"/>
          <w:b/>
          <w:bCs/>
          <w:i/>
          <w:iCs/>
          <w:color w:val="0000CD"/>
          <w:kern w:val="36"/>
          <w:sz w:val="72"/>
          <w:szCs w:val="72"/>
        </w:rPr>
        <w:t>на 2011-2012</w:t>
      </w:r>
    </w:p>
    <w:p w:rsidR="00052042" w:rsidRPr="00235DC5" w:rsidRDefault="00052042" w:rsidP="00D50BD2">
      <w:pPr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72"/>
          <w:szCs w:val="72"/>
        </w:rPr>
      </w:pPr>
      <w:r>
        <w:rPr>
          <w:rFonts w:ascii="Georgia" w:hAnsi="Georgia" w:cs="Georgia"/>
          <w:b/>
          <w:bCs/>
          <w:i/>
          <w:iCs/>
          <w:color w:val="0000CD"/>
          <w:kern w:val="36"/>
          <w:sz w:val="72"/>
          <w:szCs w:val="72"/>
        </w:rPr>
        <w:t xml:space="preserve"> учебный год</w:t>
      </w:r>
    </w:p>
    <w:p w:rsidR="0005204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kern w:val="36"/>
          <w:sz w:val="40"/>
          <w:szCs w:val="40"/>
        </w:rPr>
      </w:pPr>
    </w:p>
    <w:p w:rsidR="0005204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kern w:val="36"/>
          <w:sz w:val="40"/>
          <w:szCs w:val="40"/>
        </w:rPr>
      </w:pPr>
    </w:p>
    <w:p w:rsidR="00052042" w:rsidRDefault="00052042" w:rsidP="00832C9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kern w:val="36"/>
          <w:sz w:val="40"/>
          <w:szCs w:val="40"/>
        </w:rPr>
      </w:pPr>
    </w:p>
    <w:p w:rsidR="00052042" w:rsidRPr="00BC7555" w:rsidRDefault="00052042" w:rsidP="00D50BD2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</w:p>
    <w:p w:rsidR="00052042" w:rsidRPr="00235DC5" w:rsidRDefault="00052042" w:rsidP="00235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9C7"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52042" w:rsidRDefault="00052042" w:rsidP="00832C9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C7555">
        <w:rPr>
          <w:rFonts w:ascii="Times New Roman" w:hAnsi="Times New Roman" w:cs="Times New Roman"/>
          <w:sz w:val="24"/>
          <w:szCs w:val="24"/>
        </w:rPr>
        <w:t xml:space="preserve">Школа сегодня поставлена в условия самовыживания. До сих пор повышение роли школы в деле воспитания лишь декларируется в концептуальных и нормативных документах, не находя практической реализации в работе образовательных учреждений. Но школа не снимает с себя ответственности за воспитание нового поколения российских граждан. В этих условиях педагоги должны найти нравственные силы, знания, мудрость, мужество, терпение, а главное - желание и веру организовать образовательный процесс так, чтобы создать в школе благоприятные условия для формирования и развития Личности высококультурной, интеллектуальной, социально активной, гуманной. Воспитание в каждом ребенке человечности, доброты, гражданственности, творческого отношения к труду, бережного отношения ко всему </w:t>
      </w:r>
      <w:r>
        <w:rPr>
          <w:rFonts w:ascii="Times New Roman" w:hAnsi="Times New Roman" w:cs="Times New Roman"/>
          <w:sz w:val="24"/>
          <w:szCs w:val="24"/>
        </w:rPr>
        <w:t>живому, в</w:t>
      </w:r>
      <w:r w:rsidRPr="00BC7555">
        <w:rPr>
          <w:rFonts w:ascii="Times New Roman" w:hAnsi="Times New Roman" w:cs="Times New Roman"/>
          <w:sz w:val="24"/>
          <w:szCs w:val="24"/>
        </w:rPr>
        <w:t xml:space="preserve">озрождение и охрана духовных традиций своего народа - вот ведущие ценности, которыми должна насыщаться воспитательная система школы. Сегодня в педагогике живут идеи самоценности детства, сотрудничества, диалога, педагогической поддержки, самоопределения и самоактулизации личности, динамичности, эмпатии и толерантности. Следовательно, встает задача создания ребенку условий для свободного выбора форм, способов самореализации на основе освоения общечеловеческих ценностей. Необходимо, чтобы воспитательная среда была как можно более разнообразной, вариативной. 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555">
        <w:rPr>
          <w:rFonts w:ascii="Times New Roman" w:hAnsi="Times New Roman" w:cs="Times New Roman"/>
          <w:sz w:val="24"/>
          <w:szCs w:val="24"/>
        </w:rPr>
        <w:br/>
      </w:r>
      <w:r w:rsidRPr="00235DC5">
        <w:rPr>
          <w:rFonts w:ascii="Times New Roman" w:hAnsi="Times New Roman" w:cs="Times New Roman"/>
          <w:b/>
          <w:bCs/>
          <w:sz w:val="36"/>
          <w:szCs w:val="36"/>
        </w:rPr>
        <w:t>Основная цель воспитательной системы школы</w:t>
      </w:r>
    </w:p>
    <w:p w:rsidR="00052042" w:rsidRPr="00832C97" w:rsidRDefault="00052042" w:rsidP="00E379D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C7555">
        <w:rPr>
          <w:rFonts w:ascii="Times New Roman" w:hAnsi="Times New Roman" w:cs="Times New Roman"/>
          <w:sz w:val="24"/>
          <w:szCs w:val="24"/>
        </w:rPr>
        <w:t xml:space="preserve">Создание в школе единого воспитательного пространства, главной ценностью которого является личность каждого ребенка, формирование духовно-развитой, творческой, нравственно и физически здоровой личности, способной на сознательный выбор жизненной позиции, на самостоятельную выработку идей на современном уровне, умеющей ориентироваться в социокультурных условиях. </w:t>
      </w:r>
    </w:p>
    <w:p w:rsidR="00052042" w:rsidRPr="00235DC5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35DC5">
        <w:rPr>
          <w:rFonts w:ascii="Times New Roman" w:hAnsi="Times New Roman" w:cs="Times New Roman"/>
          <w:b/>
          <w:bCs/>
          <w:i/>
          <w:iCs/>
          <w:color w:val="0000CD"/>
          <w:kern w:val="36"/>
          <w:sz w:val="24"/>
          <w:szCs w:val="24"/>
        </w:rPr>
        <w:t>Ш</w:t>
      </w:r>
      <w:r w:rsidRPr="00235DC5">
        <w:rPr>
          <w:rFonts w:ascii="Times New Roman" w:hAnsi="Times New Roman" w:cs="Times New Roman"/>
          <w:sz w:val="24"/>
          <w:szCs w:val="24"/>
        </w:rPr>
        <w:t xml:space="preserve">кола осуществляет воспитательную работу </w:t>
      </w:r>
      <w:r>
        <w:rPr>
          <w:rFonts w:ascii="Times New Roman" w:hAnsi="Times New Roman" w:cs="Times New Roman"/>
          <w:b/>
          <w:bCs/>
          <w:sz w:val="24"/>
          <w:szCs w:val="24"/>
        </w:rPr>
        <w:t>по 8</w:t>
      </w:r>
      <w:r w:rsidRPr="00235DC5">
        <w:rPr>
          <w:rFonts w:ascii="Times New Roman" w:hAnsi="Times New Roman" w:cs="Times New Roman"/>
          <w:b/>
          <w:bCs/>
          <w:sz w:val="24"/>
          <w:szCs w:val="24"/>
        </w:rPr>
        <w:t xml:space="preserve"> целевым программам: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5DC5">
        <w:rPr>
          <w:rFonts w:ascii="Times New Roman" w:hAnsi="Times New Roman" w:cs="Times New Roman"/>
          <w:sz w:val="24"/>
          <w:szCs w:val="24"/>
        </w:rPr>
        <w:t>"Я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35DC5">
        <w:rPr>
          <w:rFonts w:ascii="Times New Roman" w:hAnsi="Times New Roman" w:cs="Times New Roman"/>
          <w:sz w:val="24"/>
          <w:szCs w:val="24"/>
        </w:rPr>
        <w:t xml:space="preserve"> гражданин</w:t>
      </w:r>
      <w:r>
        <w:rPr>
          <w:rFonts w:ascii="Times New Roman" w:hAnsi="Times New Roman" w:cs="Times New Roman"/>
          <w:sz w:val="24"/>
          <w:szCs w:val="24"/>
        </w:rPr>
        <w:t xml:space="preserve"> и патриот России</w:t>
      </w:r>
      <w:r w:rsidRPr="00235DC5">
        <w:rPr>
          <w:rFonts w:ascii="Times New Roman" w:hAnsi="Times New Roman" w:cs="Times New Roman"/>
          <w:sz w:val="24"/>
          <w:szCs w:val="24"/>
        </w:rPr>
        <w:t>",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5DC5">
        <w:rPr>
          <w:rFonts w:ascii="Times New Roman" w:hAnsi="Times New Roman" w:cs="Times New Roman"/>
          <w:sz w:val="24"/>
          <w:szCs w:val="24"/>
        </w:rPr>
        <w:t>"Лидер",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5DC5">
        <w:rPr>
          <w:rFonts w:ascii="Times New Roman" w:hAnsi="Times New Roman" w:cs="Times New Roman"/>
          <w:sz w:val="24"/>
          <w:szCs w:val="24"/>
        </w:rPr>
        <w:t>"В мире прекрасного",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5DC5">
        <w:rPr>
          <w:rFonts w:ascii="Times New Roman" w:hAnsi="Times New Roman" w:cs="Times New Roman"/>
          <w:sz w:val="24"/>
          <w:szCs w:val="24"/>
        </w:rPr>
        <w:t>"Семья" ,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5DC5">
        <w:rPr>
          <w:rFonts w:ascii="Times New Roman" w:hAnsi="Times New Roman" w:cs="Times New Roman"/>
          <w:sz w:val="24"/>
          <w:szCs w:val="24"/>
        </w:rPr>
        <w:t>"Здоровье"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"Внимание, дети",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«Одаренные дети»,</w:t>
      </w:r>
    </w:p>
    <w:p w:rsidR="00052042" w:rsidRDefault="00052042" w:rsidP="00235DC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«Каникулы"</w:t>
      </w:r>
    </w:p>
    <w:p w:rsidR="00052042" w:rsidRDefault="00052042" w:rsidP="000F4AD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35DC5">
        <w:rPr>
          <w:rFonts w:ascii="Times New Roman" w:hAnsi="Times New Roman" w:cs="Times New Roman"/>
          <w:sz w:val="24"/>
          <w:szCs w:val="24"/>
        </w:rPr>
        <w:br/>
        <w:t xml:space="preserve">     Каждая программа направлена на 3 возрастные категории детей: "младший школьник" (7-11 лет), "подросток" (11-14 лет), "старшеклассник" (15-17 лет). В структуре отражены цель и задачи, формы работы и предполагаемый результат. </w:t>
      </w:r>
    </w:p>
    <w:p w:rsidR="00052042" w:rsidRDefault="00052042" w:rsidP="000F4AD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52042" w:rsidRPr="00D50BD2" w:rsidRDefault="00052042" w:rsidP="00D50BD2">
      <w:pPr>
        <w:pStyle w:val="ListParagraph"/>
        <w:spacing w:before="100" w:beforeAutospacing="1" w:after="100" w:afterAutospacing="1" w:line="240" w:lineRule="auto"/>
        <w:ind w:left="900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сентябрь</w:t>
      </w:r>
    </w:p>
    <w:p w:rsidR="00052042" w:rsidRPr="00D66571" w:rsidRDefault="00052042" w:rsidP="00E379D4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571">
        <w:rPr>
          <w:rFonts w:ascii="Times New Roman" w:hAnsi="Times New Roman" w:cs="Times New Roman"/>
          <w:b/>
          <w:bCs/>
          <w:sz w:val="24"/>
          <w:szCs w:val="24"/>
        </w:rPr>
        <w:t>Сентябрь - месяц безопасности</w:t>
      </w:r>
    </w:p>
    <w:p w:rsidR="00052042" w:rsidRDefault="00052042" w:rsidP="00764B47">
      <w:pPr>
        <w:pStyle w:val="ListParagraph"/>
        <w:spacing w:after="0" w:line="240" w:lineRule="auto"/>
        <w:ind w:left="900"/>
        <w:rPr>
          <w:rFonts w:ascii="Times New Roman" w:hAnsi="Times New Roman" w:cs="Times New Roman"/>
          <w:b/>
          <w:bCs/>
          <w:sz w:val="20"/>
          <w:szCs w:val="20"/>
        </w:rPr>
      </w:pPr>
    </w:p>
    <w:p w:rsidR="00052042" w:rsidRPr="001026E8" w:rsidRDefault="00052042" w:rsidP="00764B4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26E8">
        <w:rPr>
          <w:rFonts w:ascii="Times New Roman" w:hAnsi="Times New Roman" w:cs="Times New Roman"/>
          <w:sz w:val="24"/>
          <w:szCs w:val="24"/>
        </w:rPr>
        <w:t>«День Знаний» (спецплан)</w:t>
      </w:r>
    </w:p>
    <w:p w:rsidR="00052042" w:rsidRPr="001026E8" w:rsidRDefault="00052042" w:rsidP="00764B4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26E8">
        <w:rPr>
          <w:rFonts w:ascii="Times New Roman" w:hAnsi="Times New Roman" w:cs="Times New Roman"/>
          <w:sz w:val="24"/>
          <w:szCs w:val="24"/>
        </w:rPr>
        <w:t>«Неделя школьника» (спецплан)</w:t>
      </w:r>
    </w:p>
    <w:p w:rsidR="00052042" w:rsidRPr="001026E8" w:rsidRDefault="00052042" w:rsidP="00764B4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26E8">
        <w:rPr>
          <w:rFonts w:ascii="Times New Roman" w:hAnsi="Times New Roman" w:cs="Times New Roman"/>
          <w:sz w:val="24"/>
          <w:szCs w:val="24"/>
        </w:rPr>
        <w:t>Месячник безопасности детей «Внимание, дети!» (спецплан)</w:t>
      </w:r>
    </w:p>
    <w:p w:rsidR="00052042" w:rsidRPr="001026E8" w:rsidRDefault="00052042" w:rsidP="00764B4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26E8">
        <w:rPr>
          <w:rFonts w:ascii="Times New Roman" w:hAnsi="Times New Roman" w:cs="Times New Roman"/>
          <w:sz w:val="24"/>
          <w:szCs w:val="24"/>
        </w:rPr>
        <w:t>Месячник гражданской защиты (спецплан)</w:t>
      </w: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01.09.11.-Возложение цветов к Обелиску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Славы, памятнику В.И. Ленина (о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тв.кл. рук. 1-11 классов)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01.09.11.- «Урок Мира» (2-11классы, отв. классные руководители)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Беседа с главой администрации 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Игнатовское городское поселение (11 класс, отв. к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02.09.11.- День добрых дел: посещение ветеранов ВОВ, учителей-ветеранов, трудовые десанты 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03.09.11.-Трудовой десант (отв. администрация школы,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C2B">
              <w:rPr>
                <w:rFonts w:ascii="Times New Roman" w:hAnsi="Times New Roman" w:cs="Times New Roman"/>
                <w:sz w:val="24"/>
                <w:szCs w:val="24"/>
              </w:rPr>
              <w:t>Летняя спартакиада допризывной молодежи</w:t>
            </w:r>
          </w:p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(рук.ОБЖ, УО)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29.09.11.-Круглые столы по теме «Я б в рабочие пошел…» 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01.09.11.-Торжественная линейка «Здравствуй, школа!»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зам. дир. по ВР, кл. рук. 1,11 классов)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01.09.11.-дискотека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(5-11 классы, 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Выборы актива класса. </w:t>
            </w:r>
          </w:p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Создание отрядного уголка.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Выборы актива класса.</w:t>
            </w:r>
          </w:p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Выборы актива класса. </w:t>
            </w:r>
          </w:p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05.09.11.- выборы органов школьного самоуправления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зам. дир. по ВР, вожатая,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Сбор мальчишек и девчонок «Посвящение в первоклассники» (отв. кл.  рук. 1-4 кл., вожатая, СД)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Пионерский сбор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вожатая, СД)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Сбор Союза Молодежи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зам. дир. по ВР, Совет СМ)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Смотр классных уголков (отв. зам. дир. по ВР, Совет СМ, СД)</w:t>
            </w:r>
          </w:p>
        </w:tc>
      </w:tr>
      <w:tr w:rsidR="00052042">
        <w:trPr>
          <w:trHeight w:val="333"/>
        </w:trPr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банка данных об одаренных детях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01.09.11.- Мультсборник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(кл. рук.)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01.09.11.- Мультсборник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(5 класс, отв. кл. рук.)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 (отв. кл. рук., активы классов)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1-я неделя- Выставка рисунков «Ах, летняя пора…» (отв. препод. ИЗО)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Рейд «Внешний вид ученика» (Совет СМ, СД)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06.09.11.- День здоровья (спецплан)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 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Осенний кросс 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12.09.-30.09.11.- Акция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«Патруль трезвости» (спецплан)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( 6-11 классы, отв. классные руководители)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8657A3">
            <w:pPr>
              <w:pStyle w:val="BodyTe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07.09.11.- Школа безопасности (спецплан)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рук.ОБЖ,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25.08.11.-25.09.11.-Месячник безопасности детей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«Внимание, дети!» (спецплан) (отв. рук.ОБЖ, кл. рук.)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01.09.11.-30.09.11.-Месячник гражданской защиты (спецплан)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рук.ОБЖ,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Изучение правил дорожного движения в уголке ПДД «Как по улицам ходить и как их переходить?»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рук.)</w:t>
            </w:r>
          </w:p>
          <w:p w:rsidR="00052042" w:rsidRPr="002D38E7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2D38E7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2D38E7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Соревнования «Безопасное колесо»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рук. ОБЖ, кл. рук.)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2D38E7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Конкурс рисунков «Дорога глазами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учителя ИЗО)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2D38E7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12.09.11.- День семейного общения (спецплан) 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</w:tr>
      <w:tr w:rsidR="00052042">
        <w:tc>
          <w:tcPr>
            <w:tcW w:w="2392" w:type="dxa"/>
            <w:vMerge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классах, выборы родительского комитета</w:t>
            </w:r>
          </w:p>
        </w:tc>
      </w:tr>
      <w:tr w:rsidR="00052042">
        <w:tc>
          <w:tcPr>
            <w:tcW w:w="2392" w:type="dxa"/>
            <w:vMerge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  <w:tr w:rsidR="00052042">
        <w:tc>
          <w:tcPr>
            <w:tcW w:w="2392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</w:t>
      </w:r>
      <w:r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 xml:space="preserve"> воспитательной работы на октябрь</w:t>
      </w:r>
    </w:p>
    <w:p w:rsidR="00052042" w:rsidRDefault="00052042" w:rsidP="00E379D4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1565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5FB">
        <w:rPr>
          <w:rFonts w:ascii="Times New Roman" w:hAnsi="Times New Roman" w:cs="Times New Roman"/>
          <w:b/>
          <w:bCs/>
          <w:sz w:val="24"/>
          <w:szCs w:val="24"/>
        </w:rPr>
        <w:t>Октябрь – месяц добрых дел</w:t>
      </w:r>
    </w:p>
    <w:p w:rsidR="00052042" w:rsidRPr="000C05FB" w:rsidRDefault="00052042" w:rsidP="001565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1565FF">
      <w:pPr>
        <w:pStyle w:val="ListParagraph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математики (спецплан)</w:t>
      </w:r>
    </w:p>
    <w:p w:rsidR="00052042" w:rsidRDefault="00052042" w:rsidP="00D840B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1565FF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01.10.11.- Классные часы « Урок милосердия и доброты»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классные руководители)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01.10.11.- Чествование ветеранов педагогического труда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классные руководители)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04.10.11.-Международный день защиты животных (спецплан)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10.11.-16.10.11.-Неделя местной демократии (спецплан) 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преподаватели истории, обществознания)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Pr="00F35EA3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Осенний бал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вожатая, кл. рук., СД)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Осенний бал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вожатая, кл. рук., Совет СМ)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10.10.11.-15.10.11.-Неделя математики (Половинкина Т.Н., отв. преподаватели математики)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Default="00052042" w:rsidP="005E37C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предметные олимпиады </w:t>
            </w:r>
          </w:p>
          <w:p w:rsidR="00052042" w:rsidRPr="00F35EA3" w:rsidRDefault="00052042" w:rsidP="005E37C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(зам. дир. по УВР, учителя предметники)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01.10.11.- Конкурс рисунков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« Им года не беда…»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(2-7 класс, отв. учителя ИЗО)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01.10.11.-Книжная выставка «Как молоды мы были»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библиотекарь)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02.10.11.-04.10.11.- фотовыставка «Эти забавные животные»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зам. дир. по ВР, вожатая)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02.10.11.-04.10.11.-выстава книг «Про братьев наших меньших» (отв. библиотекарь)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Осенний Бал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вожатая, кл. рук.)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Конкурс рисунков «Осень-чародейка»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 отв. препод.ИЗО)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2-я неделя месяца- «Скакалка, обруч, я-дружная семья» (отв. преподаватели физической культуры)</w:t>
            </w: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Баскетбол 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8657A3">
            <w:pPr>
              <w:pStyle w:val="BodyTe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Pr="002D38E7" w:rsidRDefault="00052042" w:rsidP="002D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теме «Безопасность в период каникул»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</w:t>
            </w: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</w:tbl>
    <w:p w:rsidR="00052042" w:rsidRDefault="00052042" w:rsidP="001565FF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52042" w:rsidRPr="000C05FB" w:rsidRDefault="00052042" w:rsidP="00B44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Pr="000C05FB" w:rsidRDefault="00052042" w:rsidP="00B44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B447B9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ноябрь</w:t>
      </w:r>
    </w:p>
    <w:p w:rsidR="00052042" w:rsidRDefault="00052042" w:rsidP="00B44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042" w:rsidRDefault="00052042" w:rsidP="00B44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5FB">
        <w:rPr>
          <w:rFonts w:ascii="Times New Roman" w:hAnsi="Times New Roman" w:cs="Times New Roman"/>
          <w:b/>
          <w:bCs/>
          <w:sz w:val="24"/>
          <w:szCs w:val="24"/>
        </w:rPr>
        <w:t xml:space="preserve">Ноябрь – месяц воспитания семейной культуры </w:t>
      </w:r>
    </w:p>
    <w:p w:rsidR="00052042" w:rsidRDefault="00052042" w:rsidP="00B44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042" w:rsidRPr="000C05FB" w:rsidRDefault="00052042" w:rsidP="00B44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D665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Декада профилактики наркомании, алкоголизма, табакокурения, токсикомании (спецплан) </w:t>
      </w:r>
    </w:p>
    <w:p w:rsidR="00052042" w:rsidRPr="000C05FB" w:rsidRDefault="00052042" w:rsidP="00D665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начальных классов (спецплан)</w:t>
      </w:r>
    </w:p>
    <w:p w:rsidR="00052042" w:rsidRDefault="00052042" w:rsidP="001565FF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Pr="00F35EA3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990A8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Смотр классных уголков (отв. зам. дир. по ВР, Совет СМ, СД)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Сбор мальчишек и девчонок «Принятие 1 кл. в «Солнышки» (отв. кл.  рук. 1-4 кл., вожатая, СД)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Пионерский сбор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вожатая, СД)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Сбор Союза Молодежи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зам. дир. по ВР, Совет СМ)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14.11.11.-19.11.11.-Неделя начальных классов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Сальникова Н.А., учителя нач. классов)</w:t>
            </w:r>
          </w:p>
        </w:tc>
        <w:tc>
          <w:tcPr>
            <w:tcW w:w="4786" w:type="dxa"/>
            <w:gridSpan w:val="2"/>
          </w:tcPr>
          <w:p w:rsidR="00052042" w:rsidRDefault="00052042" w:rsidP="005E37C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предметные олимпиады </w:t>
            </w:r>
          </w:p>
          <w:p w:rsidR="00052042" w:rsidRPr="00F35EA3" w:rsidRDefault="00052042" w:rsidP="005E37C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(зам. дир. по УВР, учителя предметники)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Конкурс плакатов «Скажи жизни-ДА!» (отв. кл. рук., препод.ИЗО, Совет СМ)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Рейд «Внешний вид ученика» (Совет СМ, СД)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3-4 неделя месяца- Спортивный калейдоскоп (отв.преподаватели физической культуры)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месяца-Соревнования по шахматам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Соревнования по шашкам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Декада профилактики наркомании, алкоголизма, табакокурения, токсикомании (спецплан)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День матери (спецплпн)</w:t>
            </w:r>
          </w:p>
        </w:tc>
      </w:tr>
      <w:tr w:rsidR="00052042">
        <w:tc>
          <w:tcPr>
            <w:tcW w:w="2392" w:type="dxa"/>
          </w:tcPr>
          <w:p w:rsidR="00052042" w:rsidRPr="00990A8A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«Каникулы»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Праздники, вечера, конкурсы, спортивные соревнования, работа кружков и спортивных секций (спецплан)</w:t>
            </w:r>
          </w:p>
        </w:tc>
      </w:tr>
    </w:tbl>
    <w:p w:rsidR="00052042" w:rsidRPr="000C05FB" w:rsidRDefault="00052042" w:rsidP="00B44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Pr="000C05FB" w:rsidRDefault="00052042" w:rsidP="007D706D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декабрь</w:t>
      </w:r>
      <w:r w:rsidRPr="000C05FB">
        <w:rPr>
          <w:rFonts w:ascii="Times New Roman" w:hAnsi="Times New Roman" w:cs="Times New Roman"/>
          <w:b/>
          <w:bCs/>
          <w:kern w:val="36"/>
          <w:sz w:val="48"/>
          <w:szCs w:val="48"/>
        </w:rPr>
        <w:t xml:space="preserve"> </w:t>
      </w:r>
    </w:p>
    <w:p w:rsidR="00052042" w:rsidRPr="000C05FB" w:rsidRDefault="00052042" w:rsidP="007D7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7D7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5FB">
        <w:rPr>
          <w:rFonts w:ascii="Times New Roman" w:hAnsi="Times New Roman" w:cs="Times New Roman"/>
          <w:b/>
          <w:bCs/>
          <w:sz w:val="24"/>
          <w:szCs w:val="24"/>
        </w:rPr>
        <w:t xml:space="preserve">Декабрь – месяц сюрпризов </w:t>
      </w:r>
    </w:p>
    <w:p w:rsidR="00052042" w:rsidRPr="000C05FB" w:rsidRDefault="00052042" w:rsidP="007D70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7D7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A2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День Отечественной истории </w:t>
      </w:r>
      <w:r w:rsidRPr="001B4A28">
        <w:rPr>
          <w:rFonts w:ascii="Times New Roman" w:hAnsi="Times New Roman" w:cs="Times New Roman"/>
          <w:sz w:val="24"/>
          <w:szCs w:val="24"/>
        </w:rPr>
        <w:t xml:space="preserve"> (спецплан)</w:t>
      </w:r>
    </w:p>
    <w:p w:rsidR="00052042" w:rsidRPr="001B4A28" w:rsidRDefault="00052042" w:rsidP="007D7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русского языка и литературы (спецплан)</w:t>
      </w:r>
    </w:p>
    <w:p w:rsidR="00052042" w:rsidRPr="000C05FB" w:rsidRDefault="00052042" w:rsidP="0015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1565FF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Pr="00F35EA3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12.12.11.-День Отечественной истории (отв. учителя нач. кл., преподаватели истории)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Зимний бал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кл. рук., вожатая, СД)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Зимний бал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кл. рук., зам. дир. по ВР, Совет СМ)</w:t>
            </w:r>
          </w:p>
        </w:tc>
      </w:tr>
      <w:tr w:rsidR="00052042">
        <w:tc>
          <w:tcPr>
            <w:tcW w:w="2392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05.12.11.- 10.12.11. – Неделя русского языка и литературы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Качалова А.Х., Кобина И. В.)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Новогодний утренник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учит. 1-4 кл., вожатая)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Конкурс рисунков «Что такое Новый год?» (отв. кл. рук.)</w:t>
            </w: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новогодних плакатов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кл. рук., СД, Совет СМ, вожатая)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кабинетов к Новому году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активы классов,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соревнования по настольный теннису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соревнования по гимнастике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теме «Безопасность в период каникул»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</w:t>
            </w: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</w:tbl>
    <w:p w:rsidR="00052042" w:rsidRPr="00F35EA3" w:rsidRDefault="00052042" w:rsidP="00F35EA3">
      <w:pPr>
        <w:spacing w:after="0"/>
        <w:rPr>
          <w:rFonts w:cs="Times New Roman"/>
          <w:vanish/>
        </w:rPr>
      </w:pPr>
    </w:p>
    <w:tbl>
      <w:tblPr>
        <w:tblW w:w="5000" w:type="pct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85"/>
      </w:tblGrid>
      <w:tr w:rsidR="00052042" w:rsidRPr="00F673EF">
        <w:tc>
          <w:tcPr>
            <w:tcW w:w="0" w:type="auto"/>
            <w:vAlign w:val="center"/>
          </w:tcPr>
          <w:p w:rsidR="00052042" w:rsidRPr="000C05FB" w:rsidRDefault="00052042" w:rsidP="00102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042" w:rsidRPr="000C05FB" w:rsidRDefault="00052042" w:rsidP="001B4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5FB">
        <w:rPr>
          <w:rFonts w:ascii="Times New Roman" w:hAnsi="Times New Roman" w:cs="Times New Roman"/>
          <w:sz w:val="24"/>
          <w:szCs w:val="24"/>
        </w:rPr>
        <w:t> </w:t>
      </w: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Pr="000C05FB" w:rsidRDefault="00052042" w:rsidP="001B4A2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январь</w:t>
      </w:r>
    </w:p>
    <w:p w:rsidR="00052042" w:rsidRPr="000C05FB" w:rsidRDefault="00052042" w:rsidP="001B4A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05FB">
        <w:rPr>
          <w:rFonts w:ascii="Times New Roman" w:hAnsi="Times New Roman" w:cs="Times New Roman"/>
          <w:b/>
          <w:bCs/>
          <w:sz w:val="24"/>
          <w:szCs w:val="24"/>
        </w:rPr>
        <w:t xml:space="preserve">Январь – месяц воспитания культуры жизненного самоопределения </w:t>
      </w:r>
    </w:p>
    <w:p w:rsidR="00052042" w:rsidRPr="000C05FB" w:rsidRDefault="00052042" w:rsidP="001B4A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05FB">
        <w:rPr>
          <w:rFonts w:ascii="Times New Roman" w:hAnsi="Times New Roman" w:cs="Times New Roman"/>
          <w:sz w:val="24"/>
          <w:szCs w:val="24"/>
        </w:rPr>
        <w:t> </w:t>
      </w:r>
    </w:p>
    <w:p w:rsidR="00052042" w:rsidRPr="000C05FB" w:rsidRDefault="00052042" w:rsidP="001B4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Pr="000C05F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Неделя иностранного языка (спецплан)</w:t>
      </w:r>
    </w:p>
    <w:p w:rsidR="00052042" w:rsidRDefault="00052042" w:rsidP="001565FF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Pr="00F35EA3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3-я неделя Внутришкольный конкурс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«Ученик года»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зам. дир. по ВР, кл. рук., Совет СМ)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Вечеру встречи выпускников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кл. рук., вожатая, зам. дир. по ВР, СД, Совет СМ)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Смотр классных уголков (отв. зам. дир. по ВР, Совет СМ, СД)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16.01.12.-21.01.12. –Неделя иностранного языка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отв. Бирюкова О.В.)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снежных фигур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«Ай, да, Снеговик!»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рук., вожатая)</w:t>
            </w: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лучшую снежную скульптуру «Снежные фантазии» (отв. зам. дир. по ВР,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Рейд «Внешний вид ученика» (Совет СМ, СД)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соревнования по мини-футболу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  <w:tr w:rsidR="00052042">
        <w:tc>
          <w:tcPr>
            <w:tcW w:w="2392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«Каникулы»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Праздники, вечера, конкурсы, спортивные соревнования, работа кружков и спортивных секций (спецплан)</w:t>
            </w:r>
          </w:p>
        </w:tc>
      </w:tr>
    </w:tbl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E01BEB">
      <w:pPr>
        <w:spacing w:before="100" w:beforeAutospacing="1" w:after="100" w:afterAutospacing="1" w:line="240" w:lineRule="auto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Pr="000C05FB" w:rsidRDefault="00052042" w:rsidP="00F35EA3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февраль</w:t>
      </w:r>
    </w:p>
    <w:p w:rsidR="00052042" w:rsidRPr="00FD6F59" w:rsidRDefault="00052042" w:rsidP="001565F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6F59">
        <w:rPr>
          <w:rFonts w:ascii="Times New Roman" w:hAnsi="Times New Roman" w:cs="Times New Roman"/>
          <w:b/>
          <w:bCs/>
          <w:sz w:val="24"/>
          <w:szCs w:val="24"/>
        </w:rPr>
        <w:t>Февраль – месяц военно-патриотического воспитания</w:t>
      </w:r>
    </w:p>
    <w:p w:rsidR="00052042" w:rsidRPr="00FD6F59" w:rsidRDefault="00052042" w:rsidP="00FD6F59">
      <w:pPr>
        <w:pStyle w:val="ListParagraph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FD6F59">
        <w:rPr>
          <w:rFonts w:ascii="Times New Roman" w:hAnsi="Times New Roman" w:cs="Times New Roman"/>
          <w:sz w:val="24"/>
          <w:szCs w:val="24"/>
        </w:rPr>
        <w:t>Месячник военно-патриотического воспитания (спецплан)</w:t>
      </w:r>
    </w:p>
    <w:p w:rsidR="00052042" w:rsidRPr="00FD6F59" w:rsidRDefault="00052042" w:rsidP="00FD6F59">
      <w:pPr>
        <w:pStyle w:val="ListParagraph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FD6F59">
        <w:rPr>
          <w:rFonts w:ascii="Times New Roman" w:hAnsi="Times New Roman" w:cs="Times New Roman"/>
          <w:sz w:val="24"/>
          <w:szCs w:val="24"/>
        </w:rPr>
        <w:t>Неделя художественного творчества (спецплан)</w:t>
      </w:r>
    </w:p>
    <w:p w:rsidR="00052042" w:rsidRDefault="00052042" w:rsidP="00F35EA3">
      <w:pPr>
        <w:pStyle w:val="ListParagraph"/>
        <w:spacing w:after="0" w:line="240" w:lineRule="auto"/>
        <w:ind w:left="90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0"/>
        <w:gridCol w:w="2286"/>
        <w:gridCol w:w="2666"/>
        <w:gridCol w:w="2329"/>
      </w:tblGrid>
      <w:tr w:rsidR="00052042">
        <w:tc>
          <w:tcPr>
            <w:tcW w:w="2316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16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699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46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16" w:type="dxa"/>
            <w:vMerge w:val="restart"/>
          </w:tcPr>
          <w:p w:rsidR="00052042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2316" w:type="dxa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Pr="00135C2B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C2B">
              <w:rPr>
                <w:rFonts w:ascii="Times New Roman" w:hAnsi="Times New Roman" w:cs="Times New Roman"/>
                <w:sz w:val="24"/>
                <w:szCs w:val="24"/>
              </w:rPr>
              <w:t>15.02.11.-День памяти воинов-интернационалистов (отв. кл. рук.)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 строя и песни </w:t>
            </w:r>
          </w:p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рук., преподаватели физической культуры, рук.ОБЖ)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C2B">
              <w:rPr>
                <w:rFonts w:ascii="Times New Roman" w:hAnsi="Times New Roman" w:cs="Times New Roman"/>
                <w:sz w:val="24"/>
                <w:szCs w:val="24"/>
              </w:rPr>
              <w:t>Зимняя спартакиада допризывной молодежи (отв. рук.ОБЖ, УО)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476">
              <w:rPr>
                <w:rFonts w:ascii="Times New Roman" w:hAnsi="Times New Roman" w:cs="Times New Roman"/>
                <w:sz w:val="24"/>
                <w:szCs w:val="24"/>
              </w:rPr>
              <w:t>Военно-спортивный праздник: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476">
              <w:rPr>
                <w:rFonts w:ascii="Times New Roman" w:hAnsi="Times New Roman" w:cs="Times New Roman"/>
                <w:sz w:val="24"/>
                <w:szCs w:val="24"/>
              </w:rPr>
              <w:t xml:space="preserve"> «Ой, вы, добры молодцы» </w:t>
            </w:r>
          </w:p>
          <w:p w:rsidR="00052042" w:rsidRPr="00764476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476">
              <w:rPr>
                <w:rFonts w:ascii="Times New Roman" w:hAnsi="Times New Roman" w:cs="Times New Roman"/>
                <w:sz w:val="24"/>
                <w:szCs w:val="24"/>
              </w:rPr>
              <w:t>(отв. рук.ОБЖ, кл. рук.)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  <w:tc>
          <w:tcPr>
            <w:tcW w:w="234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4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16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конкурс «Ученик года»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зам.дир. по ВР, кл. рук., Совет СМ)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F35EA3" w:rsidRDefault="00052042" w:rsidP="00E01BE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встречи выпускников</w:t>
            </w:r>
          </w:p>
          <w:p w:rsidR="00052042" w:rsidRDefault="00052042" w:rsidP="00E01BE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кл. рук., вожатая, зам. дир. по ВР, СД, Совет СМ)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Default="00052042" w:rsidP="00E01BE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</w:tcPr>
          <w:p w:rsidR="00052042" w:rsidRDefault="00052042" w:rsidP="00E01BE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14.02.12.-Вечер «День влюбленных» (зам. дир. по ВР, вожатая, отв. Совет См)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Default="00052042" w:rsidP="00E01BE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</w:tcPr>
          <w:p w:rsidR="00052042" w:rsidRDefault="00052042" w:rsidP="00E01BE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4-я неделя- Вечера, посв. Дню защитника Отечества ( отв. кл. рук., актив класса)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46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Сбор мальчишек и девчонок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кл.  рук. 1-4 кл., вожатая, СД)</w:t>
            </w: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Пионерский сбор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вожатая, СД)</w:t>
            </w:r>
          </w:p>
        </w:tc>
        <w:tc>
          <w:tcPr>
            <w:tcW w:w="234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Сбор Союза Молодежи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зам. дир. по ВР, Совет СМ)</w:t>
            </w:r>
          </w:p>
        </w:tc>
      </w:tr>
      <w:tr w:rsidR="00052042">
        <w:tc>
          <w:tcPr>
            <w:tcW w:w="2316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7361" w:type="dxa"/>
            <w:gridSpan w:val="3"/>
          </w:tcPr>
          <w:p w:rsidR="00052042" w:rsidRDefault="00052042" w:rsidP="00ED5B0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06.02.11.-11.02.12.- Неделя художественного творчества </w:t>
            </w:r>
          </w:p>
          <w:p w:rsidR="00052042" w:rsidRPr="00F35EA3" w:rsidRDefault="00052042" w:rsidP="00ED5B0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Лексина Н.Ю., Куприянов С.И.)</w:t>
            </w:r>
          </w:p>
        </w:tc>
      </w:tr>
      <w:tr w:rsidR="00052042">
        <w:tc>
          <w:tcPr>
            <w:tcW w:w="2316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7361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14.02.12.-Организация праздничной почты в День всех влюбленных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Совет СМ, 10 класс)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15" w:type="dxa"/>
            <w:gridSpan w:val="2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«Мое Отечество»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ИЗО)</w:t>
            </w:r>
          </w:p>
        </w:tc>
        <w:tc>
          <w:tcPr>
            <w:tcW w:w="2346" w:type="dxa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C2B">
              <w:rPr>
                <w:rFonts w:ascii="Times New Roman" w:hAnsi="Times New Roman" w:cs="Times New Roman"/>
                <w:sz w:val="24"/>
                <w:szCs w:val="24"/>
              </w:rPr>
              <w:t>Конкурс плакатов «Высокое звание – российский солдат»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ИЗО)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</w:tcPr>
          <w:p w:rsidR="00052042" w:rsidRPr="00135C2B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C2B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патриотической песни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C2B">
              <w:rPr>
                <w:rFonts w:ascii="Times New Roman" w:hAnsi="Times New Roman" w:cs="Times New Roman"/>
                <w:sz w:val="24"/>
                <w:szCs w:val="24"/>
              </w:rPr>
              <w:t>(отв. кл. рук., преподаватель музыки)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764476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476">
              <w:rPr>
                <w:rFonts w:ascii="Times New Roman" w:hAnsi="Times New Roman" w:cs="Times New Roman"/>
                <w:sz w:val="24"/>
                <w:szCs w:val="24"/>
              </w:rPr>
              <w:t>Выставки книг на тему: «Я и Отечество» (отв. библиотекарь)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764476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16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7361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Лыжные гонки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F35EA3" w:rsidRDefault="00052042" w:rsidP="0076447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16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361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16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2316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Внекласные мероприятия, посв. Дню защитника Отечества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рук.)</w:t>
            </w: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1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  <w:tr w:rsidR="00052042">
        <w:tc>
          <w:tcPr>
            <w:tcW w:w="2316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Pr="000C05FB" w:rsidRDefault="00052042" w:rsidP="00F629B9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март</w:t>
      </w:r>
    </w:p>
    <w:p w:rsidR="00052042" w:rsidRPr="00FD6F59" w:rsidRDefault="00052042" w:rsidP="001565F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F59">
        <w:rPr>
          <w:rFonts w:ascii="Times New Roman" w:hAnsi="Times New Roman" w:cs="Times New Roman"/>
          <w:b/>
          <w:bCs/>
          <w:sz w:val="24"/>
          <w:szCs w:val="24"/>
        </w:rPr>
        <w:t>Март – месяц творчества</w:t>
      </w:r>
    </w:p>
    <w:p w:rsidR="00052042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D6F59">
        <w:rPr>
          <w:rFonts w:ascii="Times New Roman" w:hAnsi="Times New Roman" w:cs="Times New Roman"/>
          <w:sz w:val="24"/>
          <w:szCs w:val="24"/>
        </w:rPr>
        <w:t>Неделя естественных наук (спецплан)</w:t>
      </w:r>
    </w:p>
    <w:p w:rsidR="00052042" w:rsidRPr="00FD6F59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Книжкина Неделя (спецплан)</w:t>
      </w:r>
    </w:p>
    <w:p w:rsidR="00052042" w:rsidRDefault="00052042" w:rsidP="001565FF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Pr="00F35EA3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Вечера, посв. Международному женскому дню (отв. кл. рук., активы классов)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12.03.12.-17.03.12.- Неделя естественных наук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Шиманова Е.А., Шинова Е.П.)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4786" w:type="dxa"/>
            <w:gridSpan w:val="2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рисунков « Милая мамочка моя»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отв. преподаватели  ИЗО)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Рейд «Внешний вид ученика» (Совет СМ, СД)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Мой веселый звонкий мяч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Пионербол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Соревнования по волейболу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теме «Безопасность в период каникул»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</w:t>
            </w: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мероприятия, посв. Международному женскому дню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отв. кл. рук.) 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«Каникулы»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весенних каникул-Книжкина неделя (отв. библиотекарь0</w:t>
            </w:r>
          </w:p>
        </w:tc>
      </w:tr>
    </w:tbl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D840B0">
      <w:pPr>
        <w:spacing w:before="100" w:beforeAutospacing="1" w:after="100" w:afterAutospacing="1" w:line="240" w:lineRule="auto"/>
        <w:jc w:val="center"/>
        <w:outlineLvl w:val="0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Pr="00D50BD2" w:rsidRDefault="00052042" w:rsidP="00D50BD2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апрель</w:t>
      </w: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F59">
        <w:rPr>
          <w:rFonts w:ascii="Times New Roman" w:hAnsi="Times New Roman" w:cs="Times New Roman"/>
          <w:b/>
          <w:bCs/>
          <w:sz w:val="24"/>
          <w:szCs w:val="24"/>
        </w:rPr>
        <w:t>Апрель – месяц воспитания экологической культуры</w:t>
      </w:r>
    </w:p>
    <w:p w:rsidR="00052042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истории, обществознания, МХК (спецплан)</w:t>
      </w:r>
    </w:p>
    <w:p w:rsidR="00052042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физики (спецплан)</w:t>
      </w:r>
    </w:p>
    <w:p w:rsidR="00052042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театра (спецплан)</w:t>
      </w:r>
    </w:p>
    <w:p w:rsidR="00052042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Месячник пожарной безопасности (спецплан)</w:t>
      </w:r>
    </w:p>
    <w:p w:rsidR="00052042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Месячник по профориентации (спецплан)</w:t>
      </w:r>
    </w:p>
    <w:p w:rsidR="00052042" w:rsidRPr="00FD6F59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Месячник Пионерии (спецплан)</w:t>
      </w:r>
    </w:p>
    <w:p w:rsidR="00052042" w:rsidRDefault="00052042" w:rsidP="001565FF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Месячник по профориентации (спецплан)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рук., зам.дир. по ВР, вожатая)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22.04.12.-возложение цветов к памятнику В.И. Ленина 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вожатая)</w:t>
            </w: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Pr="00F35EA3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4786" w:type="dxa"/>
            <w:gridSpan w:val="2"/>
          </w:tcPr>
          <w:p w:rsidR="00052042" w:rsidRPr="00FD6F59" w:rsidRDefault="00052042" w:rsidP="0038022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20.04.-20.05.12.- Месячник Пионерии (спецплан)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Смотр классных уголков (отв. зам. дир. по ВР, Совет СМ, СД)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Сбор мальчишек и девчонок 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кл.  рук. 1-4 кл., вожатая, СД)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Пионерский сбор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вожатая, СД)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Сбор Союза Молодежи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(отв. зам. дир. по ВР, Совет СМ)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09.04.12.-14.04.12.- Неделя истории, обществознания, МХК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отв. Репьева Н.А., иванова Л.В.)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052042" w:rsidRDefault="00052042" w:rsidP="00FD6F5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23.04.12.-28.04.12.-Неделя физики </w:t>
            </w:r>
          </w:p>
          <w:p w:rsidR="00052042" w:rsidRPr="00FD6F59" w:rsidRDefault="00052042" w:rsidP="00FD6F5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Шаляхина О.М.)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Рейд «Внешний вид ученика» (Совет СМ, СД)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ED5B0B" w:rsidRDefault="00052042" w:rsidP="00ED5B0B">
            <w:pPr>
              <w:rPr>
                <w:rFonts w:cs="Times New Roman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 (спецплан) (отв. Лексина Н.Ю.)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Легкая атлетика-королева спорта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Президентские состязания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Default="00052042" w:rsidP="00D840B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Месячник пожарной безопасности (спецплан) </w:t>
            </w:r>
          </w:p>
          <w:p w:rsidR="00052042" w:rsidRPr="00F35EA3" w:rsidRDefault="00052042" w:rsidP="00D840B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рук.ОБЖ)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Конкурсы  рисунков и плакатов  на тему: «Огонь наш друг и враг»</w:t>
            </w:r>
          </w:p>
          <w:p w:rsidR="00052042" w:rsidRPr="002D38E7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преподаватели ИЗО)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</w:tbl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</w:pP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5FB">
        <w:rPr>
          <w:rFonts w:ascii="Georgia" w:hAnsi="Georgia" w:cs="Georgia"/>
          <w:b/>
          <w:bCs/>
          <w:i/>
          <w:iCs/>
          <w:color w:val="0000CD"/>
          <w:kern w:val="36"/>
          <w:sz w:val="32"/>
          <w:szCs w:val="32"/>
        </w:rPr>
        <w:t>План воспитательной работы на май</w:t>
      </w:r>
    </w:p>
    <w:p w:rsidR="00052042" w:rsidRDefault="00052042" w:rsidP="001565F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F59">
        <w:rPr>
          <w:rFonts w:ascii="Times New Roman" w:hAnsi="Times New Roman" w:cs="Times New Roman"/>
          <w:b/>
          <w:bCs/>
          <w:sz w:val="24"/>
          <w:szCs w:val="24"/>
        </w:rPr>
        <w:t>Май – месяц подведения итогов</w:t>
      </w:r>
    </w:p>
    <w:p w:rsidR="00052042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Неделя физической культуры и спорта (спецплан)</w:t>
      </w:r>
    </w:p>
    <w:p w:rsidR="00052042" w:rsidRDefault="00052042" w:rsidP="0038022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Месячник Пионерии (спецплан)</w:t>
      </w:r>
    </w:p>
    <w:p w:rsidR="00052042" w:rsidRPr="00FD6F59" w:rsidRDefault="00052042" w:rsidP="00FD6F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«Школьный двор» (спецплан)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052042">
        <w:tc>
          <w:tcPr>
            <w:tcW w:w="2392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программа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5-7 классы</w:t>
            </w:r>
          </w:p>
        </w:tc>
        <w:tc>
          <w:tcPr>
            <w:tcW w:w="2393" w:type="dxa"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8-11 классы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«Я- гражданин и патриот России»</w:t>
            </w: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09.05.12.- Митинг, посв. Дню Победы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зам. дир. по ВР, вожатая,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09.05.12.-Вахта Памяти</w:t>
            </w:r>
          </w:p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руководительОБЖ)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19.05.12.- День памяти воина-афганца Е.К.Никишина (отв. зам. дир. по ВР, вожатая,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135C2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 полевые сборы (отв. рук. ОБЖ)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Default="00052042" w:rsidP="00E1263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«Жилищные уроки» (спецплан)</w:t>
            </w:r>
          </w:p>
          <w:p w:rsidR="00052042" w:rsidRDefault="00052042" w:rsidP="00E1263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кл. рук.)</w:t>
            </w:r>
            <w:bookmarkStart w:id="0" w:name="_GoBack"/>
            <w:bookmarkEnd w:id="0"/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Тимуровская работа: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Помощь ветеранам ВОВ, ветеранам педагогического труда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территории домов «Забота»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памятника  Ленина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Уборка «Обелиска», могилы воина-афганца Е.К. Никишина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Рабочие линейки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Pr="00F629B9" w:rsidRDefault="00052042" w:rsidP="008B26DC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«Лидер»</w:t>
            </w:r>
          </w:p>
        </w:tc>
        <w:tc>
          <w:tcPr>
            <w:tcW w:w="4786" w:type="dxa"/>
            <w:gridSpan w:val="2"/>
          </w:tcPr>
          <w:p w:rsidR="00052042" w:rsidRPr="00380228" w:rsidRDefault="00052042" w:rsidP="0038022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20.04.-20.05.12.- Месячник Пионерии (спецплан)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последнего звонка 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(отв. зам. дир. по ВР, вожатая, кл. рук.)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по школе (отв. кл. рук., зам. дир. по ВР, министр труда)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Дружины 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 Заседание Совета Союза Молодежи </w:t>
            </w:r>
          </w:p>
        </w:tc>
      </w:tr>
      <w:tr w:rsidR="00052042">
        <w:tc>
          <w:tcPr>
            <w:tcW w:w="2392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«Одаренные дети»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14.05.12.-19.05.12.- Неделя физической культуры и спорта (отв. Шаляхина Е.П., Кувшинова С.В.)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мире прекрасного»</w:t>
            </w:r>
          </w:p>
        </w:tc>
        <w:tc>
          <w:tcPr>
            <w:tcW w:w="7179" w:type="dxa"/>
            <w:gridSpan w:val="3"/>
          </w:tcPr>
          <w:p w:rsidR="00052042" w:rsidRDefault="00052042" w:rsidP="0038022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«Школьный двор» (спецплан)</w:t>
            </w:r>
          </w:p>
          <w:p w:rsidR="00052042" w:rsidRPr="00FD6F59" w:rsidRDefault="00052042" w:rsidP="0038022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адм. шк., кл. рук.)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Default="00052042" w:rsidP="00ED5B0B">
            <w:pPr>
              <w:rPr>
                <w:rFonts w:cs="Times New Roman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Выпуск  газеты «Школьная круговерть»</w:t>
            </w:r>
          </w:p>
          <w:p w:rsidR="00052042" w:rsidRPr="00F35EA3" w:rsidRDefault="00052042" w:rsidP="00ED5B0B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 (спецплан) (отв. библиотекарь)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«День здоровья»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В течение месяца- Соревнования по легкой атлетике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 xml:space="preserve"> (отв. преподаватели физической культуры)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Работа волонтерского клуба, работающий по методу «Равный равному»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8657A3">
              <w:rPr>
                <w:rFonts w:ascii="Times New Roman" w:hAnsi="Times New Roman" w:cs="Times New Roman"/>
                <w:sz w:val="24"/>
                <w:szCs w:val="24"/>
              </w:rPr>
              <w:t>пецпрограмма</w:t>
            </w:r>
            <w:r w:rsidRPr="008657A3">
              <w:rPr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«Внимание, дети!»</w:t>
            </w: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теме «Безопасность в период каникул»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</w:t>
            </w: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2D38E7" w:rsidRDefault="00052042" w:rsidP="002D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Акция «Внимание,  водитель!»</w:t>
            </w:r>
          </w:p>
          <w:p w:rsidR="00052042" w:rsidRPr="002D38E7" w:rsidRDefault="00052042" w:rsidP="002D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(изготовление открыток, выпуск листовок по ПДД, вручение их водителям) (отв. зам. директора по 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руководитель ОБЖ,</w:t>
            </w:r>
          </w:p>
          <w:p w:rsidR="00052042" w:rsidRPr="002D38E7" w:rsidRDefault="00052042" w:rsidP="002D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учитель ИЗО,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сотрудники ГИБДД,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52042" w:rsidRPr="00F35EA3" w:rsidRDefault="00052042" w:rsidP="002D38E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3-11 классов)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7">
              <w:rPr>
                <w:rFonts w:ascii="Times New Roman" w:hAnsi="Times New Roman" w:cs="Times New Roman"/>
                <w:sz w:val="24"/>
                <w:szCs w:val="24"/>
              </w:rPr>
              <w:t>Работа дружины юных пожарных (спецплан)</w:t>
            </w:r>
          </w:p>
        </w:tc>
      </w:tr>
      <w:tr w:rsidR="00052042">
        <w:tc>
          <w:tcPr>
            <w:tcW w:w="2392" w:type="dxa"/>
            <w:vMerge w:val="restart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«Семья»</w:t>
            </w:r>
          </w:p>
        </w:tc>
        <w:tc>
          <w:tcPr>
            <w:tcW w:w="2393" w:type="dxa"/>
          </w:tcPr>
          <w:p w:rsidR="00052042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4-я неделя- праздник «Прощай, начальная школа!»</w:t>
            </w:r>
          </w:p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(отв. кл. рук. 4 класса)</w:t>
            </w: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в классах</w:t>
            </w:r>
          </w:p>
        </w:tc>
      </w:tr>
      <w:tr w:rsidR="00052042">
        <w:tc>
          <w:tcPr>
            <w:tcW w:w="2392" w:type="dxa"/>
            <w:vMerge/>
          </w:tcPr>
          <w:p w:rsidR="00052042" w:rsidRPr="00F629B9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052042" w:rsidRPr="00F35EA3" w:rsidRDefault="00052042" w:rsidP="00F35E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</w:t>
            </w:r>
          </w:p>
        </w:tc>
      </w:tr>
    </w:tbl>
    <w:p w:rsidR="00052042" w:rsidRPr="000C05FB" w:rsidRDefault="00052042" w:rsidP="00E379D4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1565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1565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Default="00052042" w:rsidP="001565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Pr="000C05FB" w:rsidRDefault="00052042" w:rsidP="00EC5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42" w:rsidRPr="000C05FB" w:rsidRDefault="00052042" w:rsidP="00EC5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2042" w:rsidRPr="000C05FB" w:rsidSect="00E379D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0222"/>
    <w:multiLevelType w:val="multilevel"/>
    <w:tmpl w:val="F1500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683F7A"/>
    <w:multiLevelType w:val="hybridMultilevel"/>
    <w:tmpl w:val="F962D232"/>
    <w:lvl w:ilvl="0" w:tplc="0419000B">
      <w:start w:val="1"/>
      <w:numFmt w:val="bullet"/>
      <w:lvlText w:val=""/>
      <w:lvlJc w:val="left"/>
      <w:pPr>
        <w:tabs>
          <w:tab w:val="num" w:pos="1324"/>
        </w:tabs>
        <w:ind w:left="132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cs="Wingdings" w:hint="default"/>
      </w:rPr>
    </w:lvl>
  </w:abstractNum>
  <w:abstractNum w:abstractNumId="2">
    <w:nsid w:val="357B7C3F"/>
    <w:multiLevelType w:val="hybridMultilevel"/>
    <w:tmpl w:val="8C0AC5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39D843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D8F6A15"/>
    <w:multiLevelType w:val="multilevel"/>
    <w:tmpl w:val="0062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3A51B77"/>
    <w:multiLevelType w:val="hybridMultilevel"/>
    <w:tmpl w:val="A960322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5B8D7CF8"/>
    <w:multiLevelType w:val="hybridMultilevel"/>
    <w:tmpl w:val="CA1E6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D2CDA"/>
    <w:multiLevelType w:val="multilevel"/>
    <w:tmpl w:val="B5A4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239"/>
    <w:rsid w:val="00052042"/>
    <w:rsid w:val="000C05FB"/>
    <w:rsid w:val="000F4576"/>
    <w:rsid w:val="000F4ADF"/>
    <w:rsid w:val="001026E8"/>
    <w:rsid w:val="0010277B"/>
    <w:rsid w:val="00135C2B"/>
    <w:rsid w:val="001565FF"/>
    <w:rsid w:val="00197A56"/>
    <w:rsid w:val="001A7881"/>
    <w:rsid w:val="001B4A28"/>
    <w:rsid w:val="001F1F54"/>
    <w:rsid w:val="00235DC5"/>
    <w:rsid w:val="00260C41"/>
    <w:rsid w:val="00275858"/>
    <w:rsid w:val="002A256D"/>
    <w:rsid w:val="002D38E7"/>
    <w:rsid w:val="002D4367"/>
    <w:rsid w:val="002E693E"/>
    <w:rsid w:val="00312758"/>
    <w:rsid w:val="00375CAE"/>
    <w:rsid w:val="00380228"/>
    <w:rsid w:val="003F1239"/>
    <w:rsid w:val="00401518"/>
    <w:rsid w:val="00543104"/>
    <w:rsid w:val="0057482F"/>
    <w:rsid w:val="005D2B55"/>
    <w:rsid w:val="005E37CA"/>
    <w:rsid w:val="006104BA"/>
    <w:rsid w:val="00643BA2"/>
    <w:rsid w:val="00666D3B"/>
    <w:rsid w:val="00671708"/>
    <w:rsid w:val="00691CFE"/>
    <w:rsid w:val="006A3C20"/>
    <w:rsid w:val="006E6D39"/>
    <w:rsid w:val="00713C56"/>
    <w:rsid w:val="00764476"/>
    <w:rsid w:val="00764B47"/>
    <w:rsid w:val="007B0133"/>
    <w:rsid w:val="007D1337"/>
    <w:rsid w:val="007D706D"/>
    <w:rsid w:val="00832C97"/>
    <w:rsid w:val="00864980"/>
    <w:rsid w:val="008657A3"/>
    <w:rsid w:val="008B26DC"/>
    <w:rsid w:val="008E33F6"/>
    <w:rsid w:val="008F7055"/>
    <w:rsid w:val="00990A8A"/>
    <w:rsid w:val="009E72E6"/>
    <w:rsid w:val="00A516CB"/>
    <w:rsid w:val="00B447B9"/>
    <w:rsid w:val="00B5036F"/>
    <w:rsid w:val="00BC7555"/>
    <w:rsid w:val="00BE1719"/>
    <w:rsid w:val="00BE56AE"/>
    <w:rsid w:val="00C1023A"/>
    <w:rsid w:val="00C1073B"/>
    <w:rsid w:val="00C11245"/>
    <w:rsid w:val="00C74C16"/>
    <w:rsid w:val="00CB3B4D"/>
    <w:rsid w:val="00CC1421"/>
    <w:rsid w:val="00CE2A96"/>
    <w:rsid w:val="00D50BD2"/>
    <w:rsid w:val="00D60F36"/>
    <w:rsid w:val="00D66571"/>
    <w:rsid w:val="00D840B0"/>
    <w:rsid w:val="00D90446"/>
    <w:rsid w:val="00DB4A8E"/>
    <w:rsid w:val="00DC6ECD"/>
    <w:rsid w:val="00DD3C71"/>
    <w:rsid w:val="00DF116D"/>
    <w:rsid w:val="00E01BEB"/>
    <w:rsid w:val="00E1263C"/>
    <w:rsid w:val="00E379D4"/>
    <w:rsid w:val="00E429C7"/>
    <w:rsid w:val="00E51D4D"/>
    <w:rsid w:val="00E62919"/>
    <w:rsid w:val="00EC5C87"/>
    <w:rsid w:val="00ED5B0B"/>
    <w:rsid w:val="00F35EA3"/>
    <w:rsid w:val="00F50960"/>
    <w:rsid w:val="00F629B9"/>
    <w:rsid w:val="00F673EF"/>
    <w:rsid w:val="00F81B4D"/>
    <w:rsid w:val="00FD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C97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rsid w:val="000F4ADF"/>
    <w:pPr>
      <w:spacing w:before="100" w:beforeAutospacing="1" w:after="100" w:afterAutospacing="1" w:line="240" w:lineRule="auto"/>
      <w:outlineLvl w:val="0"/>
    </w:pPr>
    <w:rPr>
      <w:rFonts w:eastAsia="Calibri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4AD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832C97"/>
    <w:pPr>
      <w:ind w:left="720"/>
    </w:pPr>
  </w:style>
  <w:style w:type="character" w:styleId="Hyperlink">
    <w:name w:val="Hyperlink"/>
    <w:basedOn w:val="DefaultParagraphFont"/>
    <w:uiPriority w:val="99"/>
    <w:semiHidden/>
    <w:rsid w:val="000F4AD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F4ADF"/>
    <w:rPr>
      <w:color w:val="800080"/>
      <w:u w:val="single"/>
    </w:rPr>
  </w:style>
  <w:style w:type="paragraph" w:styleId="NormalWeb">
    <w:name w:val="Normal (Web)"/>
    <w:basedOn w:val="Normal"/>
    <w:uiPriority w:val="99"/>
    <w:rsid w:val="000F4A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F4ADF"/>
    <w:pPr>
      <w:spacing w:after="120" w:line="240" w:lineRule="auto"/>
      <w:ind w:left="283"/>
    </w:pPr>
    <w:rPr>
      <w:rFonts w:eastAsia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F4ADF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F4A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4ADF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0F4AD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EC5C87"/>
    <w:rPr>
      <w:b/>
      <w:bCs/>
    </w:rPr>
  </w:style>
  <w:style w:type="character" w:styleId="Emphasis">
    <w:name w:val="Emphasis"/>
    <w:basedOn w:val="DefaultParagraphFont"/>
    <w:uiPriority w:val="99"/>
    <w:qFormat/>
    <w:rsid w:val="00EC5C87"/>
    <w:rPr>
      <w:i/>
      <w:iCs/>
    </w:rPr>
  </w:style>
  <w:style w:type="paragraph" w:styleId="BodyText">
    <w:name w:val="Body Text"/>
    <w:basedOn w:val="Normal"/>
    <w:link w:val="BodyTextChar"/>
    <w:uiPriority w:val="99"/>
    <w:rsid w:val="008657A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657A3"/>
    <w:rPr>
      <w:rFonts w:eastAsia="Times New Roman"/>
      <w:sz w:val="22"/>
      <w:szCs w:val="22"/>
    </w:rPr>
  </w:style>
  <w:style w:type="paragraph" w:styleId="NoSpacing">
    <w:name w:val="No Spacing"/>
    <w:uiPriority w:val="99"/>
    <w:qFormat/>
    <w:rsid w:val="008657A3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435</TotalTime>
  <Pages>21</Pages>
  <Words>3454</Words>
  <Characters>19693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ИСШ</cp:lastModifiedBy>
  <cp:revision>28</cp:revision>
  <cp:lastPrinted>2011-10-07T10:30:00Z</cp:lastPrinted>
  <dcterms:created xsi:type="dcterms:W3CDTF">2011-09-14T08:13:00Z</dcterms:created>
  <dcterms:modified xsi:type="dcterms:W3CDTF">2011-10-07T10:33:00Z</dcterms:modified>
</cp:coreProperties>
</file>